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6A583CA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13B9A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B13B9A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B13B9A">
        <w:rPr>
          <w:highlight w:val="green"/>
          <w:lang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B13B9A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B13B9A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B13B9A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B13B9A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B13B9A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B13B9A">
        <w:rPr>
          <w:highlight w:val="green"/>
        </w:rPr>
        <w:t>]</w:t>
      </w:r>
    </w:p>
    <w:p w14:paraId="07990C02" w14:textId="508A1485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B13B9A">
        <w:rPr>
          <w:lang w:eastAsia="cs-CZ"/>
        </w:rPr>
        <w:t>na</w:t>
      </w:r>
      <w:r w:rsidR="006D392E" w:rsidRPr="00B13B9A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B13B9A">
        <w:rPr>
          <w:lang w:eastAsia="cs-CZ"/>
        </w:rPr>
        <w:t>„</w:t>
      </w:r>
      <w:bookmarkEnd w:id="0"/>
      <w:r w:rsidR="00B13B9A" w:rsidRPr="00B13B9A">
        <w:rPr>
          <w:rStyle w:val="tun"/>
          <w:rFonts w:eastAsiaTheme="minorHAnsi"/>
        </w:rPr>
        <w:t>Monitorovací systém optických vláken Správy železnic</w:t>
      </w:r>
      <w:r w:rsidR="006D392E" w:rsidRPr="00B13B9A">
        <w:rPr>
          <w:lang w:eastAsia="cs-CZ"/>
        </w:rPr>
        <w:t xml:space="preserve">“, </w:t>
      </w:r>
      <w:r w:rsidRPr="00B13B9A">
        <w:rPr>
          <w:lang w:eastAsia="cs-CZ"/>
        </w:rPr>
        <w:t>tímto čestně prohlašuje, že</w:t>
      </w:r>
      <w:r w:rsidR="000C4CBF" w:rsidRPr="00B13B9A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B13B9A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B13B9A">
        <w:rPr>
          <w:highlight w:val="green"/>
        </w:rPr>
        <w:t>]</w:t>
      </w:r>
      <w:r>
        <w:t xml:space="preserve"> dne </w:t>
      </w:r>
      <w:r w:rsidR="00F83CEA" w:rsidRPr="00B13B9A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B13B9A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DD40FC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D2AD4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E67F08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7545BA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972BF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16A5B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3B9A"/>
    <w:rsid w:val="00B15D0D"/>
    <w:rsid w:val="00B75EE1"/>
    <w:rsid w:val="00B77481"/>
    <w:rsid w:val="00B8518B"/>
    <w:rsid w:val="00BA0EFC"/>
    <w:rsid w:val="00BD7E91"/>
    <w:rsid w:val="00BE3667"/>
    <w:rsid w:val="00BE5E72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49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Jiranová Ivana</cp:lastModifiedBy>
  <cp:revision>13</cp:revision>
  <cp:lastPrinted>2020-02-10T12:41:00Z</cp:lastPrinted>
  <dcterms:created xsi:type="dcterms:W3CDTF">2020-04-06T09:01:00Z</dcterms:created>
  <dcterms:modified xsi:type="dcterms:W3CDTF">2025-09-26T08:37:00Z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